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8D1A5" w14:textId="77777777" w:rsidR="00962798" w:rsidRDefault="00962798" w:rsidP="00CE3D59"/>
    <w:p w14:paraId="249F7AF0" w14:textId="77777777" w:rsidR="00B176D7" w:rsidRDefault="00B176D7" w:rsidP="00962798">
      <w:pPr>
        <w:rPr>
          <w:rFonts w:ascii="Times New Roman" w:hAnsi="Times New Roman" w:cs="Times New Roman"/>
        </w:rPr>
      </w:pPr>
    </w:p>
    <w:p w14:paraId="153C146B" w14:textId="77777777" w:rsidR="0056432C" w:rsidRDefault="00D50F00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Riigimetsa Majandamise Keskus</w:t>
      </w:r>
      <w:r w:rsidR="00E30EAA">
        <w:rPr>
          <w:rFonts w:ascii="Times New Roman" w:hAnsi="Times New Roman" w:cs="Times New Roman"/>
          <w:lang w:val="et-EE"/>
        </w:rPr>
        <w:tab/>
      </w:r>
      <w:r w:rsidR="00FD48D8" w:rsidRPr="00FD48D8">
        <w:rPr>
          <w:rFonts w:ascii="Times New Roman" w:hAnsi="Times New Roman" w:cs="Times New Roman"/>
          <w:lang w:val="et-EE"/>
        </w:rPr>
        <w:tab/>
      </w:r>
      <w:r w:rsidR="005D06BB">
        <w:rPr>
          <w:rFonts w:ascii="Times New Roman" w:hAnsi="Times New Roman" w:cs="Times New Roman"/>
          <w:lang w:val="et-EE"/>
        </w:rPr>
        <w:tab/>
      </w:r>
      <w:r w:rsidR="005D06BB">
        <w:rPr>
          <w:rFonts w:ascii="Times New Roman" w:hAnsi="Times New Roman" w:cs="Times New Roman"/>
          <w:lang w:val="et-EE"/>
        </w:rPr>
        <w:tab/>
      </w:r>
      <w:r w:rsidR="005D06BB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>Teie:</w:t>
      </w:r>
      <w:r w:rsidR="00334A27">
        <w:rPr>
          <w:rFonts w:ascii="Times New Roman" w:hAnsi="Times New Roman" w:cs="Times New Roman"/>
          <w:lang w:val="et-EE"/>
        </w:rPr>
        <w:t xml:space="preserve"> </w:t>
      </w:r>
    </w:p>
    <w:p w14:paraId="3CE80E6F" w14:textId="46212913" w:rsidR="00962798" w:rsidRPr="00FD48D8" w:rsidRDefault="00D50F00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rmk</w:t>
      </w:r>
      <w:r w:rsidR="009C49B9">
        <w:rPr>
          <w:rFonts w:ascii="Times New Roman" w:hAnsi="Times New Roman" w:cs="Times New Roman"/>
          <w:lang w:val="et-EE"/>
        </w:rPr>
        <w:t>@</w:t>
      </w:r>
      <w:r>
        <w:rPr>
          <w:rFonts w:ascii="Times New Roman" w:hAnsi="Times New Roman" w:cs="Times New Roman"/>
          <w:lang w:val="et-EE"/>
        </w:rPr>
        <w:t>rmk</w:t>
      </w:r>
      <w:r w:rsidR="009C49B9">
        <w:rPr>
          <w:rFonts w:ascii="Times New Roman" w:hAnsi="Times New Roman" w:cs="Times New Roman"/>
          <w:lang w:val="et-EE"/>
        </w:rPr>
        <w:t>.ee</w:t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5B7F79">
        <w:rPr>
          <w:rFonts w:ascii="Times New Roman" w:hAnsi="Times New Roman" w:cs="Times New Roman"/>
          <w:lang w:val="et-EE"/>
        </w:rPr>
        <w:tab/>
      </w:r>
      <w:r w:rsidR="00334A27">
        <w:rPr>
          <w:rFonts w:ascii="Times New Roman" w:hAnsi="Times New Roman" w:cs="Times New Roman"/>
          <w:lang w:val="et-EE"/>
        </w:rPr>
        <w:tab/>
        <w:t xml:space="preserve"> 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="008F72BD">
        <w:rPr>
          <w:rFonts w:ascii="Times New Roman" w:hAnsi="Times New Roman" w:cs="Times New Roman"/>
          <w:lang w:val="et-EE"/>
        </w:rPr>
        <w:t xml:space="preserve">Meie: </w:t>
      </w:r>
      <w:r w:rsidR="00D77016">
        <w:rPr>
          <w:rFonts w:ascii="Times New Roman" w:hAnsi="Times New Roman" w:cs="Times New Roman"/>
          <w:lang w:val="et-EE"/>
        </w:rPr>
        <w:t>27</w:t>
      </w:r>
      <w:r w:rsidR="00962798" w:rsidRPr="00FD48D8">
        <w:rPr>
          <w:rFonts w:ascii="Times New Roman" w:hAnsi="Times New Roman" w:cs="Times New Roman"/>
          <w:lang w:val="et-EE"/>
        </w:rPr>
        <w:t>.</w:t>
      </w:r>
      <w:r w:rsidR="004A78F3">
        <w:rPr>
          <w:rFonts w:ascii="Times New Roman" w:hAnsi="Times New Roman" w:cs="Times New Roman"/>
          <w:lang w:val="et-EE"/>
        </w:rPr>
        <w:t>0</w:t>
      </w:r>
      <w:r w:rsidR="00D77016">
        <w:rPr>
          <w:rFonts w:ascii="Times New Roman" w:hAnsi="Times New Roman" w:cs="Times New Roman"/>
          <w:lang w:val="et-EE"/>
        </w:rPr>
        <w:t>3</w:t>
      </w:r>
      <w:r w:rsidR="004A78F3">
        <w:rPr>
          <w:rFonts w:ascii="Times New Roman" w:hAnsi="Times New Roman" w:cs="Times New Roman"/>
          <w:lang w:val="et-EE"/>
        </w:rPr>
        <w:t>.</w:t>
      </w:r>
      <w:r w:rsidR="00962798" w:rsidRPr="00FD48D8">
        <w:rPr>
          <w:rFonts w:ascii="Times New Roman" w:hAnsi="Times New Roman" w:cs="Times New Roman"/>
          <w:lang w:val="et-EE"/>
        </w:rPr>
        <w:t>20</w:t>
      </w:r>
      <w:r w:rsidR="00FF6257">
        <w:rPr>
          <w:rFonts w:ascii="Times New Roman" w:hAnsi="Times New Roman" w:cs="Times New Roman"/>
          <w:lang w:val="et-EE"/>
        </w:rPr>
        <w:t>2</w:t>
      </w:r>
      <w:r w:rsidR="00E11B57">
        <w:rPr>
          <w:rFonts w:ascii="Times New Roman" w:hAnsi="Times New Roman" w:cs="Times New Roman"/>
          <w:lang w:val="et-EE"/>
        </w:rPr>
        <w:t>5</w:t>
      </w:r>
      <w:r w:rsidR="00B305A5">
        <w:rPr>
          <w:rFonts w:ascii="Times New Roman" w:hAnsi="Times New Roman" w:cs="Times New Roman"/>
          <w:lang w:val="et-EE"/>
        </w:rPr>
        <w:t xml:space="preserve"> </w:t>
      </w:r>
      <w:r w:rsidR="00962798" w:rsidRPr="00FD48D8">
        <w:rPr>
          <w:rFonts w:ascii="Times New Roman" w:hAnsi="Times New Roman" w:cs="Times New Roman"/>
          <w:lang w:val="et-EE"/>
        </w:rPr>
        <w:t xml:space="preserve">nr </w:t>
      </w:r>
      <w:r w:rsidR="003C6BA4">
        <w:rPr>
          <w:rFonts w:ascii="Times New Roman" w:hAnsi="Times New Roman" w:cs="Times New Roman"/>
          <w:lang w:val="et-EE"/>
        </w:rPr>
        <w:t>5-8</w:t>
      </w:r>
      <w:r w:rsidR="00962798" w:rsidRPr="00FD48D8">
        <w:rPr>
          <w:rFonts w:ascii="Times New Roman" w:hAnsi="Times New Roman" w:cs="Times New Roman"/>
          <w:lang w:val="et-EE"/>
        </w:rPr>
        <w:t>/</w:t>
      </w:r>
      <w:r w:rsidR="00CC7EBE">
        <w:rPr>
          <w:rFonts w:ascii="Times New Roman" w:hAnsi="Times New Roman" w:cs="Times New Roman"/>
          <w:lang w:val="et-EE"/>
        </w:rPr>
        <w:t>90</w:t>
      </w:r>
      <w:r w:rsidR="00056A5C">
        <w:rPr>
          <w:rFonts w:ascii="Times New Roman" w:hAnsi="Times New Roman" w:cs="Times New Roman"/>
          <w:lang w:val="et-EE"/>
        </w:rPr>
        <w:t>-</w:t>
      </w:r>
      <w:r w:rsidR="00CC7EBE">
        <w:rPr>
          <w:rFonts w:ascii="Times New Roman" w:hAnsi="Times New Roman" w:cs="Times New Roman"/>
          <w:lang w:val="et-EE"/>
        </w:rPr>
        <w:t>3</w:t>
      </w:r>
    </w:p>
    <w:p w14:paraId="2D7E8FB1" w14:textId="77777777" w:rsidR="00962798" w:rsidRPr="00FD48D8" w:rsidRDefault="00962798" w:rsidP="00962798">
      <w:pPr>
        <w:rPr>
          <w:rFonts w:ascii="Times New Roman" w:hAnsi="Times New Roman" w:cs="Times New Roman"/>
          <w:b/>
          <w:lang w:val="et-EE"/>
        </w:rPr>
      </w:pPr>
    </w:p>
    <w:p w14:paraId="6B5B4B32" w14:textId="77777777" w:rsidR="00962798" w:rsidRPr="00FD48D8" w:rsidRDefault="00962798" w:rsidP="00962798">
      <w:pPr>
        <w:rPr>
          <w:rFonts w:ascii="Times New Roman" w:hAnsi="Times New Roman" w:cs="Times New Roman"/>
          <w:b/>
          <w:lang w:val="et-EE"/>
        </w:rPr>
      </w:pPr>
    </w:p>
    <w:p w14:paraId="2860AB76" w14:textId="77777777" w:rsidR="00EE1469" w:rsidRDefault="00EE1469" w:rsidP="00962798">
      <w:pPr>
        <w:jc w:val="both"/>
        <w:rPr>
          <w:rFonts w:ascii="Times New Roman" w:hAnsi="Times New Roman" w:cs="Times New Roman"/>
          <w:b/>
          <w:lang w:val="et-EE"/>
        </w:rPr>
      </w:pPr>
    </w:p>
    <w:p w14:paraId="1F9E8FBB" w14:textId="68C11789" w:rsidR="00962798" w:rsidRDefault="0056432C" w:rsidP="00962798">
      <w:pPr>
        <w:jc w:val="both"/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>Riigi huvi väljaselgitamine</w:t>
      </w:r>
      <w:r w:rsidR="00C2736F">
        <w:rPr>
          <w:rFonts w:ascii="Times New Roman" w:hAnsi="Times New Roman" w:cs="Times New Roman"/>
          <w:b/>
          <w:lang w:val="et-EE"/>
        </w:rPr>
        <w:t xml:space="preserve"> (reformimata</w:t>
      </w:r>
      <w:r w:rsidR="006553E2">
        <w:rPr>
          <w:rFonts w:ascii="Times New Roman" w:hAnsi="Times New Roman" w:cs="Times New Roman"/>
          <w:b/>
          <w:lang w:val="et-EE"/>
        </w:rPr>
        <w:t xml:space="preserve"> </w:t>
      </w:r>
      <w:r w:rsidR="00B67114">
        <w:rPr>
          <w:rFonts w:ascii="Times New Roman" w:hAnsi="Times New Roman" w:cs="Times New Roman"/>
          <w:b/>
          <w:lang w:val="et-EE"/>
        </w:rPr>
        <w:t>maa</w:t>
      </w:r>
      <w:r w:rsidR="007D4B47">
        <w:rPr>
          <w:rFonts w:ascii="Times New Roman" w:hAnsi="Times New Roman" w:cs="Times New Roman"/>
          <w:b/>
          <w:lang w:val="et-EE"/>
        </w:rPr>
        <w:t xml:space="preserve"> </w:t>
      </w:r>
      <w:r w:rsidR="00CC7EBE">
        <w:rPr>
          <w:rFonts w:ascii="Times New Roman" w:hAnsi="Times New Roman" w:cs="Times New Roman"/>
          <w:b/>
          <w:lang w:val="et-EE"/>
        </w:rPr>
        <w:t>Kuningaküla</w:t>
      </w:r>
      <w:r w:rsidR="00B67114">
        <w:rPr>
          <w:rFonts w:ascii="Times New Roman" w:hAnsi="Times New Roman" w:cs="Times New Roman"/>
          <w:b/>
          <w:lang w:val="et-EE"/>
        </w:rPr>
        <w:t>, Alutaguse vald</w:t>
      </w:r>
      <w:r w:rsidR="00C2736F">
        <w:rPr>
          <w:rFonts w:ascii="Times New Roman" w:hAnsi="Times New Roman" w:cs="Times New Roman"/>
          <w:b/>
          <w:lang w:val="et-EE"/>
        </w:rPr>
        <w:t>)</w:t>
      </w:r>
    </w:p>
    <w:p w14:paraId="20FCC5D0" w14:textId="77777777" w:rsidR="006C4816" w:rsidRDefault="006C4816" w:rsidP="00962798">
      <w:pPr>
        <w:jc w:val="both"/>
        <w:rPr>
          <w:rFonts w:ascii="Times New Roman" w:hAnsi="Times New Roman" w:cs="Times New Roman"/>
          <w:lang w:val="et-EE"/>
        </w:rPr>
      </w:pPr>
    </w:p>
    <w:p w14:paraId="1C3D7DFA" w14:textId="77777777" w:rsidR="006C4816" w:rsidRPr="00FF6257" w:rsidRDefault="006C4816" w:rsidP="00962798">
      <w:pPr>
        <w:jc w:val="both"/>
        <w:rPr>
          <w:rFonts w:ascii="Times New Roman" w:hAnsi="Times New Roman" w:cs="Times New Roman"/>
          <w:lang w:val="et-EE"/>
        </w:rPr>
      </w:pPr>
    </w:p>
    <w:p w14:paraId="7E16A93F" w14:textId="1D2A63F7" w:rsidR="007D4B47" w:rsidRDefault="00C2736F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Alutaguse vallavalitsus algatas </w:t>
      </w:r>
      <w:r w:rsidR="005F6B34">
        <w:rPr>
          <w:rFonts w:ascii="Times New Roman" w:hAnsi="Times New Roman" w:cs="Times New Roman"/>
          <w:lang w:val="et-EE"/>
        </w:rPr>
        <w:t>Kuninga</w:t>
      </w:r>
      <w:r w:rsidR="007D4B47">
        <w:rPr>
          <w:rFonts w:ascii="Times New Roman" w:hAnsi="Times New Roman" w:cs="Times New Roman"/>
          <w:lang w:val="et-EE"/>
        </w:rPr>
        <w:t xml:space="preserve">külas </w:t>
      </w:r>
      <w:r>
        <w:rPr>
          <w:rFonts w:ascii="Times New Roman" w:hAnsi="Times New Roman" w:cs="Times New Roman"/>
          <w:lang w:val="et-EE"/>
        </w:rPr>
        <w:t>kinnisasjaga liitmiseks sobiva maa väljaselgitamise</w:t>
      </w:r>
      <w:r w:rsidR="00512A4B">
        <w:rPr>
          <w:rFonts w:ascii="Times New Roman" w:hAnsi="Times New Roman" w:cs="Times New Roman"/>
          <w:lang w:val="et-EE"/>
        </w:rPr>
        <w:t xml:space="preserve"> r</w:t>
      </w:r>
      <w:r w:rsidR="0056432C" w:rsidRPr="00E2611D">
        <w:rPr>
          <w:rFonts w:ascii="Times New Roman" w:hAnsi="Times New Roman" w:cs="Times New Roman"/>
          <w:lang w:val="et-EE"/>
        </w:rPr>
        <w:t>eformimata maade kaardirakenduses masskandena katastrisse kantud</w:t>
      </w:r>
      <w:r w:rsidR="007D4B47">
        <w:rPr>
          <w:rFonts w:ascii="Times New Roman" w:hAnsi="Times New Roman" w:cs="Times New Roman"/>
          <w:lang w:val="et-EE"/>
        </w:rPr>
        <w:t xml:space="preserve">  </w:t>
      </w:r>
      <w:bookmarkStart w:id="0" w:name="_Hlk189057480"/>
      <w:r w:rsidR="005F6B34">
        <w:rPr>
          <w:rFonts w:ascii="Times New Roman" w:hAnsi="Times New Roman" w:cs="Times New Roman"/>
          <w:lang w:val="et-EE"/>
        </w:rPr>
        <w:t>Võsa k</w:t>
      </w:r>
      <w:r w:rsidR="007D4B47">
        <w:rPr>
          <w:rFonts w:ascii="Times New Roman" w:hAnsi="Times New Roman" w:cs="Times New Roman"/>
          <w:lang w:val="et-EE"/>
        </w:rPr>
        <w:t>atastriüksuse 13001:001:</w:t>
      </w:r>
      <w:r w:rsidR="005F6B34">
        <w:rPr>
          <w:rFonts w:ascii="Times New Roman" w:hAnsi="Times New Roman" w:cs="Times New Roman"/>
          <w:lang w:val="et-EE"/>
        </w:rPr>
        <w:t>1</w:t>
      </w:r>
      <w:r w:rsidR="007D4B47">
        <w:rPr>
          <w:rFonts w:ascii="Times New Roman" w:hAnsi="Times New Roman" w:cs="Times New Roman"/>
          <w:lang w:val="et-EE"/>
        </w:rPr>
        <w:t>0</w:t>
      </w:r>
      <w:bookmarkEnd w:id="0"/>
      <w:r w:rsidR="00536520">
        <w:rPr>
          <w:rFonts w:ascii="Times New Roman" w:hAnsi="Times New Roman" w:cs="Times New Roman"/>
          <w:lang w:val="et-EE"/>
        </w:rPr>
        <w:t>74</w:t>
      </w:r>
      <w:r w:rsidR="007D4B47">
        <w:rPr>
          <w:rFonts w:ascii="Times New Roman" w:hAnsi="Times New Roman" w:cs="Times New Roman"/>
          <w:lang w:val="et-EE"/>
        </w:rPr>
        <w:t xml:space="preserve"> liitmiseks</w:t>
      </w:r>
      <w:r w:rsidR="00BE487F">
        <w:rPr>
          <w:rFonts w:ascii="Times New Roman" w:hAnsi="Times New Roman" w:cs="Times New Roman"/>
          <w:lang w:val="et-EE"/>
        </w:rPr>
        <w:t xml:space="preserve"> </w:t>
      </w:r>
      <w:r w:rsidR="007D4B47">
        <w:rPr>
          <w:rFonts w:ascii="Times New Roman" w:hAnsi="Times New Roman" w:cs="Times New Roman"/>
          <w:lang w:val="et-EE"/>
        </w:rPr>
        <w:t>J</w:t>
      </w:r>
      <w:r w:rsidR="00536520">
        <w:rPr>
          <w:rFonts w:ascii="Times New Roman" w:hAnsi="Times New Roman" w:cs="Times New Roman"/>
          <w:lang w:val="et-EE"/>
        </w:rPr>
        <w:t>äätmaa</w:t>
      </w:r>
      <w:r w:rsidR="007D4B47">
        <w:rPr>
          <w:rFonts w:ascii="Times New Roman" w:hAnsi="Times New Roman" w:cs="Times New Roman"/>
          <w:lang w:val="et-EE"/>
        </w:rPr>
        <w:t xml:space="preserve"> katastriüksusega 22901:00</w:t>
      </w:r>
      <w:r w:rsidR="00536520">
        <w:rPr>
          <w:rFonts w:ascii="Times New Roman" w:hAnsi="Times New Roman" w:cs="Times New Roman"/>
          <w:lang w:val="et-EE"/>
        </w:rPr>
        <w:t>7</w:t>
      </w:r>
      <w:r w:rsidR="007D4B47">
        <w:rPr>
          <w:rFonts w:ascii="Times New Roman" w:hAnsi="Times New Roman" w:cs="Times New Roman"/>
          <w:lang w:val="et-EE"/>
        </w:rPr>
        <w:t>:0</w:t>
      </w:r>
      <w:r w:rsidR="000741A0">
        <w:rPr>
          <w:rFonts w:ascii="Times New Roman" w:hAnsi="Times New Roman" w:cs="Times New Roman"/>
          <w:lang w:val="et-EE"/>
        </w:rPr>
        <w:t>096</w:t>
      </w:r>
      <w:r w:rsidR="007D4B47">
        <w:rPr>
          <w:rFonts w:ascii="Times New Roman" w:hAnsi="Times New Roman" w:cs="Times New Roman"/>
          <w:lang w:val="et-EE"/>
        </w:rPr>
        <w:t xml:space="preserve"> </w:t>
      </w:r>
      <w:r w:rsidR="000741A0">
        <w:rPr>
          <w:rFonts w:ascii="Times New Roman" w:hAnsi="Times New Roman" w:cs="Times New Roman"/>
          <w:lang w:val="et-EE"/>
        </w:rPr>
        <w:t xml:space="preserve">. </w:t>
      </w:r>
    </w:p>
    <w:p w14:paraId="59E02FEB" w14:textId="2D4E948A" w:rsidR="001D20BF" w:rsidRPr="001D20BF" w:rsidRDefault="001D20BF" w:rsidP="001D20BF">
      <w:pPr>
        <w:jc w:val="both"/>
        <w:rPr>
          <w:rFonts w:ascii="Times New Roman" w:hAnsi="Times New Roman" w:cs="Times New Roman"/>
          <w:lang w:val="et-EE"/>
        </w:rPr>
      </w:pPr>
      <w:r w:rsidRPr="001D20BF">
        <w:rPr>
          <w:rFonts w:ascii="Times New Roman" w:hAnsi="Times New Roman" w:cs="Times New Roman"/>
          <w:lang w:val="et-EE"/>
        </w:rPr>
        <w:t xml:space="preserve">Võsa katastriüksus piirneb riigi omandis oleva Permisküla metskond 164 katastriüksusega 22901:007:0291, mille riigivara valitseja volitatud asutus on Riigimetsa Majandamise Keskus </w:t>
      </w:r>
    </w:p>
    <w:p w14:paraId="23CFDBA9" w14:textId="3AA54322" w:rsidR="001D20BF" w:rsidRDefault="001D20BF" w:rsidP="001D20BF">
      <w:pPr>
        <w:jc w:val="both"/>
        <w:rPr>
          <w:rFonts w:ascii="Times New Roman" w:hAnsi="Times New Roman" w:cs="Times New Roman"/>
          <w:lang w:val="et-EE"/>
        </w:rPr>
      </w:pPr>
      <w:r w:rsidRPr="001D20BF">
        <w:rPr>
          <w:rFonts w:ascii="Times New Roman" w:hAnsi="Times New Roman" w:cs="Times New Roman"/>
          <w:lang w:val="et-EE"/>
        </w:rPr>
        <w:t xml:space="preserve">(edaspidi RMK). </w:t>
      </w:r>
    </w:p>
    <w:p w14:paraId="18761323" w14:textId="77777777" w:rsidR="001D20BF" w:rsidRDefault="001D20BF" w:rsidP="001D20BF">
      <w:pPr>
        <w:jc w:val="both"/>
        <w:rPr>
          <w:rFonts w:ascii="Times New Roman" w:hAnsi="Times New Roman" w:cs="Times New Roman"/>
          <w:lang w:val="et-EE"/>
        </w:rPr>
      </w:pPr>
    </w:p>
    <w:p w14:paraId="18988196" w14:textId="4EA33C6F" w:rsidR="00F1598A" w:rsidRDefault="00C2736F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V</w:t>
      </w:r>
      <w:r w:rsidR="002C4C7C" w:rsidRPr="002C4C7C">
        <w:rPr>
          <w:rFonts w:ascii="Times New Roman" w:hAnsi="Times New Roman" w:cs="Times New Roman"/>
          <w:lang w:val="et-EE"/>
        </w:rPr>
        <w:t xml:space="preserve">abariigi Valitsuse 10.03.2022 määruse nr 24 „Iseseisva kasutusvõimaluseta maast maareformi käigus kinnisasjale juurdelõike tegemise kord“ </w:t>
      </w:r>
      <w:r>
        <w:rPr>
          <w:rFonts w:ascii="Times New Roman" w:hAnsi="Times New Roman" w:cs="Times New Roman"/>
          <w:lang w:val="et-EE"/>
        </w:rPr>
        <w:t xml:space="preserve">§ 3 lõike 5  punkti 2 ja </w:t>
      </w:r>
      <w:r w:rsidR="002C4C7C" w:rsidRPr="002C4C7C">
        <w:rPr>
          <w:rFonts w:ascii="Times New Roman" w:hAnsi="Times New Roman" w:cs="Times New Roman"/>
          <w:lang w:val="et-EE"/>
        </w:rPr>
        <w:t xml:space="preserve">§ </w:t>
      </w:r>
      <w:r w:rsidR="002C4C7C">
        <w:rPr>
          <w:rFonts w:ascii="Times New Roman" w:hAnsi="Times New Roman" w:cs="Times New Roman"/>
          <w:lang w:val="et-EE"/>
        </w:rPr>
        <w:t>4</w:t>
      </w:r>
      <w:r w:rsidR="002C4C7C" w:rsidRPr="002C4C7C">
        <w:rPr>
          <w:rFonts w:ascii="Times New Roman" w:hAnsi="Times New Roman" w:cs="Times New Roman"/>
          <w:lang w:val="et-EE"/>
        </w:rPr>
        <w:t xml:space="preserve"> lõike </w:t>
      </w:r>
      <w:r w:rsidR="002C4C7C">
        <w:rPr>
          <w:rFonts w:ascii="Times New Roman" w:hAnsi="Times New Roman" w:cs="Times New Roman"/>
          <w:lang w:val="et-EE"/>
        </w:rPr>
        <w:t>2</w:t>
      </w:r>
      <w:r w:rsidR="002C4C7C" w:rsidRPr="002C4C7C">
        <w:rPr>
          <w:rFonts w:ascii="Times New Roman" w:hAnsi="Times New Roman" w:cs="Times New Roman"/>
          <w:lang w:val="et-EE"/>
        </w:rPr>
        <w:t xml:space="preserve"> </w:t>
      </w:r>
      <w:r w:rsidR="00512A4B">
        <w:rPr>
          <w:rFonts w:ascii="Times New Roman" w:hAnsi="Times New Roman" w:cs="Times New Roman"/>
          <w:lang w:val="et-EE"/>
        </w:rPr>
        <w:t>punkti 6 alusel</w:t>
      </w:r>
      <w:r w:rsidR="00F1598A">
        <w:rPr>
          <w:rFonts w:ascii="Times New Roman" w:hAnsi="Times New Roman" w:cs="Times New Roman"/>
          <w:lang w:val="et-EE"/>
        </w:rPr>
        <w:t xml:space="preserve"> </w:t>
      </w:r>
      <w:r w:rsidR="00C97DC2">
        <w:rPr>
          <w:rFonts w:ascii="Times New Roman" w:hAnsi="Times New Roman" w:cs="Times New Roman"/>
          <w:lang w:val="et-EE"/>
        </w:rPr>
        <w:t xml:space="preserve">peab maakorralduse läbiviija selgitama välja </w:t>
      </w:r>
      <w:r w:rsidR="00EE1469">
        <w:rPr>
          <w:rFonts w:ascii="Times New Roman" w:hAnsi="Times New Roman" w:cs="Times New Roman"/>
          <w:lang w:val="et-EE"/>
        </w:rPr>
        <w:t>Riigimetsa Majandamise Keskuse</w:t>
      </w:r>
      <w:r w:rsidR="00793D6F">
        <w:rPr>
          <w:rFonts w:ascii="Times New Roman" w:hAnsi="Times New Roman" w:cs="Times New Roman"/>
          <w:lang w:val="et-EE"/>
        </w:rPr>
        <w:t xml:space="preserve"> k</w:t>
      </w:r>
      <w:r w:rsidR="002E4947">
        <w:rPr>
          <w:rFonts w:ascii="Times New Roman" w:hAnsi="Times New Roman" w:cs="Times New Roman"/>
          <w:lang w:val="et-EE"/>
        </w:rPr>
        <w:t>ui</w:t>
      </w:r>
      <w:r w:rsidR="00793D6F">
        <w:rPr>
          <w:rFonts w:ascii="Times New Roman" w:hAnsi="Times New Roman" w:cs="Times New Roman"/>
          <w:lang w:val="et-EE"/>
        </w:rPr>
        <w:t xml:space="preserve"> piirneva kinnisasja valitseja seisukoh</w:t>
      </w:r>
      <w:r w:rsidR="00C97DC2">
        <w:rPr>
          <w:rFonts w:ascii="Times New Roman" w:hAnsi="Times New Roman" w:cs="Times New Roman"/>
          <w:lang w:val="et-EE"/>
        </w:rPr>
        <w:t>a</w:t>
      </w:r>
      <w:r w:rsidR="00793D6F">
        <w:rPr>
          <w:rFonts w:ascii="Times New Roman" w:hAnsi="Times New Roman" w:cs="Times New Roman"/>
          <w:lang w:val="et-EE"/>
        </w:rPr>
        <w:t xml:space="preserve"> Maa-</w:t>
      </w:r>
      <w:r w:rsidR="001D20BF">
        <w:rPr>
          <w:rFonts w:ascii="Times New Roman" w:hAnsi="Times New Roman" w:cs="Times New Roman"/>
          <w:lang w:val="et-EE"/>
        </w:rPr>
        <w:t xml:space="preserve">ja Ruumiametile </w:t>
      </w:r>
      <w:r w:rsidR="00793D6F">
        <w:rPr>
          <w:rFonts w:ascii="Times New Roman" w:hAnsi="Times New Roman" w:cs="Times New Roman"/>
          <w:lang w:val="et-EE"/>
        </w:rPr>
        <w:t>esitamiseks.</w:t>
      </w:r>
    </w:p>
    <w:p w14:paraId="2DB0275E" w14:textId="4BEFE509" w:rsidR="00A46C4B" w:rsidRPr="00A46C4B" w:rsidRDefault="00A46C4B" w:rsidP="00A46C4B">
      <w:pPr>
        <w:jc w:val="both"/>
        <w:rPr>
          <w:rFonts w:ascii="Times New Roman" w:hAnsi="Times New Roman" w:cs="Times New Roman"/>
          <w:lang w:val="et-EE"/>
        </w:rPr>
      </w:pPr>
      <w:r w:rsidRPr="00A46C4B">
        <w:rPr>
          <w:rFonts w:ascii="Times New Roman" w:hAnsi="Times New Roman" w:cs="Times New Roman"/>
          <w:lang w:val="et-EE"/>
        </w:rPr>
        <w:t>Vallavalitsus palub esita</w:t>
      </w:r>
      <w:r w:rsidR="005D1EEA">
        <w:rPr>
          <w:rFonts w:ascii="Times New Roman" w:hAnsi="Times New Roman" w:cs="Times New Roman"/>
          <w:lang w:val="et-EE"/>
        </w:rPr>
        <w:t>tud</w:t>
      </w:r>
      <w:r w:rsidRPr="00A46C4B">
        <w:rPr>
          <w:rFonts w:ascii="Times New Roman" w:hAnsi="Times New Roman" w:cs="Times New Roman"/>
          <w:lang w:val="et-EE"/>
        </w:rPr>
        <w:t xml:space="preserve"> </w:t>
      </w:r>
      <w:r w:rsidR="005D1EEA">
        <w:rPr>
          <w:rFonts w:ascii="Times New Roman" w:hAnsi="Times New Roman" w:cs="Times New Roman"/>
          <w:lang w:val="et-EE"/>
        </w:rPr>
        <w:t>J</w:t>
      </w:r>
      <w:r w:rsidR="00594546">
        <w:rPr>
          <w:rFonts w:ascii="Times New Roman" w:hAnsi="Times New Roman" w:cs="Times New Roman"/>
          <w:lang w:val="et-EE"/>
        </w:rPr>
        <w:t>äätmaa</w:t>
      </w:r>
      <w:r w:rsidR="005D1EEA">
        <w:rPr>
          <w:rFonts w:ascii="Times New Roman" w:hAnsi="Times New Roman" w:cs="Times New Roman"/>
          <w:lang w:val="et-EE"/>
        </w:rPr>
        <w:t xml:space="preserve"> maakorralduskava üle vaadata ja esitada RMK</w:t>
      </w:r>
      <w:r w:rsidRPr="00A46C4B">
        <w:rPr>
          <w:rFonts w:ascii="Times New Roman" w:hAnsi="Times New Roman" w:cs="Times New Roman"/>
          <w:lang w:val="et-EE"/>
        </w:rPr>
        <w:t xml:space="preserve"> kui piirneva kinnisasja valitseja seisukoht Maa-</w:t>
      </w:r>
      <w:r>
        <w:rPr>
          <w:rFonts w:ascii="Times New Roman" w:hAnsi="Times New Roman" w:cs="Times New Roman"/>
          <w:lang w:val="et-EE"/>
        </w:rPr>
        <w:t xml:space="preserve"> j</w:t>
      </w:r>
      <w:r w:rsidRPr="00A46C4B">
        <w:rPr>
          <w:rFonts w:ascii="Times New Roman" w:hAnsi="Times New Roman" w:cs="Times New Roman"/>
          <w:lang w:val="et-EE"/>
        </w:rPr>
        <w:t>a</w:t>
      </w:r>
      <w:r>
        <w:rPr>
          <w:rFonts w:ascii="Times New Roman" w:hAnsi="Times New Roman" w:cs="Times New Roman"/>
          <w:lang w:val="et-EE"/>
        </w:rPr>
        <w:t xml:space="preserve"> Ruumiametile </w:t>
      </w:r>
      <w:r w:rsidRPr="00A46C4B">
        <w:rPr>
          <w:rFonts w:ascii="Times New Roman" w:hAnsi="Times New Roman" w:cs="Times New Roman"/>
          <w:lang w:val="et-EE"/>
        </w:rPr>
        <w:t xml:space="preserve"> esitamiseks. </w:t>
      </w:r>
    </w:p>
    <w:p w14:paraId="59E30CC0" w14:textId="77777777" w:rsidR="00A00835" w:rsidRPr="00FF6257" w:rsidRDefault="00A00835" w:rsidP="00962798">
      <w:pPr>
        <w:rPr>
          <w:rFonts w:ascii="Times New Roman" w:hAnsi="Times New Roman" w:cs="Times New Roman"/>
          <w:lang w:val="et-EE"/>
        </w:rPr>
      </w:pPr>
    </w:p>
    <w:p w14:paraId="766D0627" w14:textId="77777777" w:rsidR="00E30EAA" w:rsidRDefault="00E30EAA" w:rsidP="00962798">
      <w:pPr>
        <w:rPr>
          <w:rFonts w:ascii="Times New Roman" w:hAnsi="Times New Roman" w:cs="Times New Roman"/>
          <w:lang w:val="et-EE"/>
        </w:rPr>
      </w:pPr>
    </w:p>
    <w:p w14:paraId="4F91EF4B" w14:textId="77777777" w:rsidR="006553E2" w:rsidRPr="00FF6257" w:rsidRDefault="006553E2" w:rsidP="00962798">
      <w:pPr>
        <w:rPr>
          <w:rFonts w:ascii="Times New Roman" w:hAnsi="Times New Roman" w:cs="Times New Roman"/>
          <w:lang w:val="et-EE"/>
        </w:rPr>
      </w:pPr>
    </w:p>
    <w:p w14:paraId="2C95E418" w14:textId="77777777" w:rsidR="004A78F3" w:rsidRPr="00FF6257" w:rsidRDefault="0096279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Lugupidamisega</w:t>
      </w:r>
    </w:p>
    <w:p w14:paraId="0D5C2A03" w14:textId="77777777" w:rsidR="00B67757" w:rsidRPr="00FF6257" w:rsidRDefault="00B67757" w:rsidP="00962798">
      <w:pPr>
        <w:rPr>
          <w:rFonts w:ascii="Times New Roman" w:hAnsi="Times New Roman" w:cs="Times New Roman"/>
          <w:lang w:val="et-EE"/>
        </w:rPr>
      </w:pPr>
    </w:p>
    <w:p w14:paraId="23C47EE5" w14:textId="77777777" w:rsidR="00962798" w:rsidRDefault="00962798" w:rsidP="00962798">
      <w:pPr>
        <w:rPr>
          <w:rFonts w:ascii="Times New Roman" w:hAnsi="Times New Roman" w:cs="Times New Roman"/>
          <w:lang w:val="et-EE"/>
        </w:rPr>
      </w:pPr>
    </w:p>
    <w:p w14:paraId="4444EDCF" w14:textId="77777777" w:rsidR="00A00835" w:rsidRDefault="00EE1469" w:rsidP="00962798">
      <w:pPr>
        <w:rPr>
          <w:rFonts w:ascii="Times New Roman" w:hAnsi="Times New Roman" w:cs="Times New Roman"/>
          <w:i/>
          <w:lang w:val="et-EE"/>
        </w:rPr>
      </w:pPr>
      <w:r>
        <w:rPr>
          <w:rFonts w:ascii="Times New Roman" w:hAnsi="Times New Roman" w:cs="Times New Roman"/>
          <w:i/>
          <w:lang w:val="et-EE"/>
        </w:rPr>
        <w:t>/</w:t>
      </w:r>
      <w:r w:rsidR="005720CE">
        <w:rPr>
          <w:rFonts w:ascii="Times New Roman" w:hAnsi="Times New Roman" w:cs="Times New Roman"/>
          <w:i/>
          <w:lang w:val="et-EE"/>
        </w:rPr>
        <w:t>digiallkirjastatud</w:t>
      </w:r>
      <w:r>
        <w:rPr>
          <w:rFonts w:ascii="Times New Roman" w:hAnsi="Times New Roman" w:cs="Times New Roman"/>
          <w:i/>
          <w:lang w:val="et-EE"/>
        </w:rPr>
        <w:t>/</w:t>
      </w:r>
    </w:p>
    <w:p w14:paraId="2363F724" w14:textId="77777777" w:rsidR="006553E2" w:rsidRPr="005720CE" w:rsidRDefault="006553E2" w:rsidP="00962798">
      <w:pPr>
        <w:rPr>
          <w:rFonts w:ascii="Times New Roman" w:hAnsi="Times New Roman" w:cs="Times New Roman"/>
          <w:i/>
          <w:lang w:val="et-EE"/>
        </w:rPr>
      </w:pPr>
    </w:p>
    <w:p w14:paraId="4D0CEADB" w14:textId="77777777" w:rsidR="00A00835" w:rsidRPr="00FF6257" w:rsidRDefault="00A00835" w:rsidP="00962798">
      <w:pPr>
        <w:rPr>
          <w:rFonts w:ascii="Times New Roman" w:hAnsi="Times New Roman" w:cs="Times New Roman"/>
          <w:i/>
          <w:lang w:val="et-EE"/>
        </w:rPr>
      </w:pPr>
    </w:p>
    <w:p w14:paraId="039AB80B" w14:textId="77777777" w:rsidR="00962798" w:rsidRPr="00FF6257" w:rsidRDefault="00FD48D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Sirje Allikmaa</w:t>
      </w:r>
    </w:p>
    <w:p w14:paraId="6193215C" w14:textId="77777777" w:rsidR="00B5098B" w:rsidRDefault="00FD48D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Maakorrald</w:t>
      </w:r>
      <w:r w:rsidR="00233FF9">
        <w:rPr>
          <w:rFonts w:ascii="Times New Roman" w:hAnsi="Times New Roman" w:cs="Times New Roman"/>
          <w:lang w:val="et-EE"/>
        </w:rPr>
        <w:t>usspetsialist</w:t>
      </w:r>
    </w:p>
    <w:p w14:paraId="6473BC6F" w14:textId="77777777" w:rsidR="00381B50" w:rsidRDefault="00381B50" w:rsidP="00962798">
      <w:pPr>
        <w:rPr>
          <w:rFonts w:ascii="Times New Roman" w:hAnsi="Times New Roman" w:cs="Times New Roman"/>
          <w:lang w:val="et-EE"/>
        </w:rPr>
      </w:pPr>
    </w:p>
    <w:p w14:paraId="4710CB63" w14:textId="77777777" w:rsidR="00381B50" w:rsidRDefault="00381B50" w:rsidP="00962798">
      <w:pPr>
        <w:rPr>
          <w:rFonts w:ascii="Times New Roman" w:hAnsi="Times New Roman" w:cs="Times New Roman"/>
          <w:lang w:val="et-EE"/>
        </w:rPr>
      </w:pPr>
    </w:p>
    <w:p w14:paraId="6A575F5E" w14:textId="77777777" w:rsidR="00381B50" w:rsidRDefault="00381B50" w:rsidP="00962798">
      <w:pPr>
        <w:rPr>
          <w:rFonts w:ascii="Times New Roman" w:hAnsi="Times New Roman" w:cs="Times New Roman"/>
          <w:lang w:val="et-EE"/>
        </w:rPr>
      </w:pPr>
    </w:p>
    <w:p w14:paraId="34F28126" w14:textId="09FD45BD" w:rsidR="00381B50" w:rsidRDefault="00B67114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Lisa: J</w:t>
      </w:r>
      <w:r w:rsidR="00594546">
        <w:rPr>
          <w:rFonts w:ascii="Times New Roman" w:hAnsi="Times New Roman" w:cs="Times New Roman"/>
          <w:lang w:val="et-EE"/>
        </w:rPr>
        <w:t>äätmaa</w:t>
      </w:r>
      <w:r>
        <w:rPr>
          <w:rFonts w:ascii="Times New Roman" w:hAnsi="Times New Roman" w:cs="Times New Roman"/>
          <w:lang w:val="et-EE"/>
        </w:rPr>
        <w:t xml:space="preserve"> MKK</w:t>
      </w:r>
    </w:p>
    <w:p w14:paraId="56516D23" w14:textId="77777777" w:rsidR="005D1EEA" w:rsidRDefault="005D1EEA" w:rsidP="00962798">
      <w:pPr>
        <w:rPr>
          <w:rFonts w:ascii="Times New Roman" w:hAnsi="Times New Roman" w:cs="Times New Roman"/>
          <w:lang w:val="et-EE"/>
        </w:rPr>
      </w:pPr>
    </w:p>
    <w:p w14:paraId="0CD4CBDB" w14:textId="77777777" w:rsidR="005D1EEA" w:rsidRDefault="005D1EEA" w:rsidP="00962798">
      <w:pPr>
        <w:rPr>
          <w:rFonts w:ascii="Times New Roman" w:hAnsi="Times New Roman" w:cs="Times New Roman"/>
          <w:lang w:val="et-EE"/>
        </w:rPr>
      </w:pPr>
    </w:p>
    <w:p w14:paraId="5A9D58DD" w14:textId="77777777" w:rsidR="005D1EEA" w:rsidRDefault="005D1EEA" w:rsidP="00962798">
      <w:pPr>
        <w:rPr>
          <w:rFonts w:ascii="Times New Roman" w:hAnsi="Times New Roman" w:cs="Times New Roman"/>
          <w:lang w:val="et-EE"/>
        </w:rPr>
      </w:pPr>
    </w:p>
    <w:p w14:paraId="6166FAFD" w14:textId="77777777" w:rsidR="005D1EEA" w:rsidRDefault="005D1EEA" w:rsidP="00962798">
      <w:pPr>
        <w:rPr>
          <w:rFonts w:ascii="Times New Roman" w:hAnsi="Times New Roman" w:cs="Times New Roman"/>
          <w:lang w:val="et-EE"/>
        </w:rPr>
      </w:pPr>
    </w:p>
    <w:p w14:paraId="46B79A8B" w14:textId="77777777" w:rsidR="005D1EEA" w:rsidRDefault="005D1EEA" w:rsidP="00962798">
      <w:pPr>
        <w:rPr>
          <w:rFonts w:ascii="Times New Roman" w:hAnsi="Times New Roman" w:cs="Times New Roman"/>
          <w:lang w:val="et-EE"/>
        </w:rPr>
      </w:pPr>
    </w:p>
    <w:p w14:paraId="0CB0B026" w14:textId="77777777" w:rsidR="005D1EEA" w:rsidRDefault="005D1EEA" w:rsidP="00962798">
      <w:pPr>
        <w:rPr>
          <w:rFonts w:ascii="Times New Roman" w:hAnsi="Times New Roman" w:cs="Times New Roman"/>
          <w:lang w:val="et-EE"/>
        </w:rPr>
      </w:pPr>
    </w:p>
    <w:p w14:paraId="716259A0" w14:textId="77777777" w:rsidR="005D1EEA" w:rsidRDefault="005D1EEA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Sirje Allikmaa</w:t>
      </w:r>
    </w:p>
    <w:p w14:paraId="65153553" w14:textId="77777777" w:rsidR="005D1EEA" w:rsidRDefault="005D1EEA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58367400</w:t>
      </w:r>
    </w:p>
    <w:sectPr w:rsidR="005D1EEA" w:rsidSect="00962798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454" w:right="680" w:bottom="510" w:left="1701" w:header="62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2291E" w14:textId="77777777" w:rsidR="005B4E85" w:rsidRDefault="005B4E85" w:rsidP="00482722">
      <w:r>
        <w:separator/>
      </w:r>
    </w:p>
  </w:endnote>
  <w:endnote w:type="continuationSeparator" w:id="0">
    <w:p w14:paraId="21E8CCD1" w14:textId="77777777" w:rsidR="005B4E85" w:rsidRDefault="005B4E85" w:rsidP="0048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7049356"/>
      <w:docPartObj>
        <w:docPartGallery w:val="Page Numbers (Bottom of Page)"/>
        <w:docPartUnique/>
      </w:docPartObj>
    </w:sdtPr>
    <w:sdtContent>
      <w:p w14:paraId="3226B0FA" w14:textId="77777777" w:rsidR="00962798" w:rsidRDefault="0096279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8D8" w:rsidRPr="00FD48D8">
          <w:rPr>
            <w:noProof/>
            <w:lang w:val="et-EE"/>
          </w:rPr>
          <w:t>2</w:t>
        </w:r>
        <w:r>
          <w:fldChar w:fldCharType="end"/>
        </w:r>
      </w:p>
    </w:sdtContent>
  </w:sdt>
  <w:p w14:paraId="11603905" w14:textId="77777777" w:rsidR="00962798" w:rsidRDefault="0096279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74809" w14:textId="77777777" w:rsidR="00962798" w:rsidRDefault="00962798" w:rsidP="00962798">
    <w:pPr>
      <w:pStyle w:val="Jalus"/>
      <w:tabs>
        <w:tab w:val="clear" w:pos="4680"/>
        <w:tab w:val="clear" w:pos="9360"/>
        <w:tab w:val="left" w:pos="1344"/>
      </w:tabs>
    </w:pPr>
    <w:r>
      <w:tab/>
    </w: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3118"/>
      <w:gridCol w:w="2830"/>
    </w:tblGrid>
    <w:tr w:rsidR="00962798" w:rsidRPr="00EF1066" w14:paraId="0BE62E50" w14:textId="77777777" w:rsidTr="008E6B81">
      <w:trPr>
        <w:trHeight w:val="284"/>
      </w:trPr>
      <w:tc>
        <w:tcPr>
          <w:tcW w:w="3794" w:type="dxa"/>
        </w:tcPr>
        <w:p w14:paraId="26134502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14:paraId="4C4B18FF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Tartu mnt 56 Iisaku alevik</w:t>
          </w:r>
        </w:p>
        <w:p w14:paraId="780ABC1C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Alutaguse vald</w:t>
          </w:r>
        </w:p>
        <w:p w14:paraId="4EDF7755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41101 Ida-Virumaa</w:t>
          </w:r>
        </w:p>
      </w:tc>
      <w:tc>
        <w:tcPr>
          <w:tcW w:w="3118" w:type="dxa"/>
        </w:tcPr>
        <w:p w14:paraId="6DF1C6C7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14:paraId="6F63A465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Tel:   3 366 901</w:t>
          </w:r>
        </w:p>
        <w:p w14:paraId="5CA6AA4E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E-post: </w:t>
          </w:r>
          <w:hyperlink r:id="rId1" w:history="1">
            <w:r w:rsidRPr="00EF1066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t-EE" w:eastAsia="et-EE"/>
              </w:rPr>
              <w:t>info@alutagusevald.ee</w:t>
            </w:r>
          </w:hyperlink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 </w:t>
          </w:r>
        </w:p>
        <w:p w14:paraId="00E056AB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</w:tc>
      <w:tc>
        <w:tcPr>
          <w:tcW w:w="2830" w:type="dxa"/>
        </w:tcPr>
        <w:p w14:paraId="396999EA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14:paraId="23427DE7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Reg. nr: 77000281</w:t>
          </w:r>
        </w:p>
        <w:p w14:paraId="48E4C855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a/a: EE882200221068420618 Swedbank</w:t>
          </w:r>
        </w:p>
      </w:tc>
    </w:tr>
  </w:tbl>
  <w:p w14:paraId="188B66D7" w14:textId="77777777" w:rsidR="00A23642" w:rsidRDefault="00A23642" w:rsidP="00962798">
    <w:pPr>
      <w:pStyle w:val="Jalus"/>
      <w:tabs>
        <w:tab w:val="clear" w:pos="4680"/>
        <w:tab w:val="clear" w:pos="9360"/>
        <w:tab w:val="left" w:pos="13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25FA3" w14:textId="77777777" w:rsidR="005B4E85" w:rsidRDefault="005B4E85" w:rsidP="00482722">
      <w:r>
        <w:separator/>
      </w:r>
    </w:p>
  </w:footnote>
  <w:footnote w:type="continuationSeparator" w:id="0">
    <w:p w14:paraId="5051C2D1" w14:textId="77777777" w:rsidR="005B4E85" w:rsidRDefault="005B4E85" w:rsidP="0048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B51C4" w14:textId="77777777" w:rsidR="00482722" w:rsidRDefault="00482722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E5B8" w14:textId="77777777" w:rsidR="00A23642" w:rsidRDefault="00962798">
    <w:pPr>
      <w:pStyle w:val="Pis"/>
    </w:pPr>
    <w:r>
      <w:rPr>
        <w:noProof/>
        <w:lang w:val="et-EE" w:eastAsia="et-EE"/>
      </w:rPr>
      <w:drawing>
        <wp:inline distT="0" distB="0" distL="0" distR="0" wp14:anchorId="6EAC50C8" wp14:editId="460FE6A5">
          <wp:extent cx="1798320" cy="61595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66"/>
    <w:rsid w:val="00056A5C"/>
    <w:rsid w:val="00060ECD"/>
    <w:rsid w:val="00072E63"/>
    <w:rsid w:val="000741A0"/>
    <w:rsid w:val="00093B8E"/>
    <w:rsid w:val="000A419F"/>
    <w:rsid w:val="000D594F"/>
    <w:rsid w:val="000F3B18"/>
    <w:rsid w:val="000F6CCF"/>
    <w:rsid w:val="00165CA1"/>
    <w:rsid w:val="00180B68"/>
    <w:rsid w:val="00195DCE"/>
    <w:rsid w:val="001B799B"/>
    <w:rsid w:val="001B7EC4"/>
    <w:rsid w:val="001C47B3"/>
    <w:rsid w:val="001C4BF1"/>
    <w:rsid w:val="001D0D22"/>
    <w:rsid w:val="001D20BF"/>
    <w:rsid w:val="00233FF9"/>
    <w:rsid w:val="00242AB1"/>
    <w:rsid w:val="00252EE6"/>
    <w:rsid w:val="002C1C6C"/>
    <w:rsid w:val="002C4C7C"/>
    <w:rsid w:val="002E4947"/>
    <w:rsid w:val="002E7816"/>
    <w:rsid w:val="00334A27"/>
    <w:rsid w:val="00340E4A"/>
    <w:rsid w:val="0035458B"/>
    <w:rsid w:val="0037543C"/>
    <w:rsid w:val="00381B50"/>
    <w:rsid w:val="003839F1"/>
    <w:rsid w:val="003B148A"/>
    <w:rsid w:val="003B6724"/>
    <w:rsid w:val="003C6BA4"/>
    <w:rsid w:val="003E3873"/>
    <w:rsid w:val="004121BA"/>
    <w:rsid w:val="00412A16"/>
    <w:rsid w:val="00423BD3"/>
    <w:rsid w:val="00446AC4"/>
    <w:rsid w:val="0046549F"/>
    <w:rsid w:val="00477C2A"/>
    <w:rsid w:val="00482722"/>
    <w:rsid w:val="004A6E88"/>
    <w:rsid w:val="004A78F3"/>
    <w:rsid w:val="00512A4B"/>
    <w:rsid w:val="00522F7E"/>
    <w:rsid w:val="005235A2"/>
    <w:rsid w:val="00536520"/>
    <w:rsid w:val="0056432C"/>
    <w:rsid w:val="005720CE"/>
    <w:rsid w:val="00581878"/>
    <w:rsid w:val="005870F7"/>
    <w:rsid w:val="00594546"/>
    <w:rsid w:val="005B24A8"/>
    <w:rsid w:val="005B348C"/>
    <w:rsid w:val="005B4E85"/>
    <w:rsid w:val="005B7F79"/>
    <w:rsid w:val="005D06BB"/>
    <w:rsid w:val="005D1A56"/>
    <w:rsid w:val="005D1EEA"/>
    <w:rsid w:val="005D62D1"/>
    <w:rsid w:val="005E0236"/>
    <w:rsid w:val="005F6B34"/>
    <w:rsid w:val="006154E7"/>
    <w:rsid w:val="006553E2"/>
    <w:rsid w:val="0067143F"/>
    <w:rsid w:val="006B6951"/>
    <w:rsid w:val="006C4816"/>
    <w:rsid w:val="006E6BBC"/>
    <w:rsid w:val="007740DA"/>
    <w:rsid w:val="00793D6F"/>
    <w:rsid w:val="007B53B3"/>
    <w:rsid w:val="007D4B47"/>
    <w:rsid w:val="00802B68"/>
    <w:rsid w:val="00811BCD"/>
    <w:rsid w:val="00836D8A"/>
    <w:rsid w:val="0088165B"/>
    <w:rsid w:val="008A149A"/>
    <w:rsid w:val="008A2FC5"/>
    <w:rsid w:val="008F16F8"/>
    <w:rsid w:val="008F2B44"/>
    <w:rsid w:val="008F72BD"/>
    <w:rsid w:val="0095751F"/>
    <w:rsid w:val="00962798"/>
    <w:rsid w:val="0097586D"/>
    <w:rsid w:val="009C49B9"/>
    <w:rsid w:val="009E7EEB"/>
    <w:rsid w:val="00A00835"/>
    <w:rsid w:val="00A00DFD"/>
    <w:rsid w:val="00A02C54"/>
    <w:rsid w:val="00A0353F"/>
    <w:rsid w:val="00A23642"/>
    <w:rsid w:val="00A30FEA"/>
    <w:rsid w:val="00A46C4B"/>
    <w:rsid w:val="00A62F46"/>
    <w:rsid w:val="00AA0F8F"/>
    <w:rsid w:val="00AD7EFA"/>
    <w:rsid w:val="00AF4753"/>
    <w:rsid w:val="00B1361A"/>
    <w:rsid w:val="00B176D7"/>
    <w:rsid w:val="00B305A5"/>
    <w:rsid w:val="00B319AC"/>
    <w:rsid w:val="00B43591"/>
    <w:rsid w:val="00B46037"/>
    <w:rsid w:val="00B5098B"/>
    <w:rsid w:val="00B51354"/>
    <w:rsid w:val="00B562C2"/>
    <w:rsid w:val="00B57CC5"/>
    <w:rsid w:val="00B67114"/>
    <w:rsid w:val="00B67757"/>
    <w:rsid w:val="00B70B5B"/>
    <w:rsid w:val="00B836FC"/>
    <w:rsid w:val="00B95314"/>
    <w:rsid w:val="00BA70C7"/>
    <w:rsid w:val="00BC479A"/>
    <w:rsid w:val="00BE487F"/>
    <w:rsid w:val="00BF1992"/>
    <w:rsid w:val="00BF6E0A"/>
    <w:rsid w:val="00C021A6"/>
    <w:rsid w:val="00C15070"/>
    <w:rsid w:val="00C2736F"/>
    <w:rsid w:val="00C5583F"/>
    <w:rsid w:val="00C82B25"/>
    <w:rsid w:val="00C97DC2"/>
    <w:rsid w:val="00CA4B15"/>
    <w:rsid w:val="00CC7EBE"/>
    <w:rsid w:val="00CE3D59"/>
    <w:rsid w:val="00D053CD"/>
    <w:rsid w:val="00D05720"/>
    <w:rsid w:val="00D057DE"/>
    <w:rsid w:val="00D079D8"/>
    <w:rsid w:val="00D14C94"/>
    <w:rsid w:val="00D50F00"/>
    <w:rsid w:val="00D527CB"/>
    <w:rsid w:val="00D706EA"/>
    <w:rsid w:val="00D7432F"/>
    <w:rsid w:val="00D77016"/>
    <w:rsid w:val="00D80DCC"/>
    <w:rsid w:val="00D8493C"/>
    <w:rsid w:val="00DC7359"/>
    <w:rsid w:val="00E11B57"/>
    <w:rsid w:val="00E2611D"/>
    <w:rsid w:val="00E30EAA"/>
    <w:rsid w:val="00E312F4"/>
    <w:rsid w:val="00E3143A"/>
    <w:rsid w:val="00E5224C"/>
    <w:rsid w:val="00E83402"/>
    <w:rsid w:val="00E92942"/>
    <w:rsid w:val="00E96C26"/>
    <w:rsid w:val="00E96D3B"/>
    <w:rsid w:val="00EA7C34"/>
    <w:rsid w:val="00EE1469"/>
    <w:rsid w:val="00EE4E3D"/>
    <w:rsid w:val="00EF1066"/>
    <w:rsid w:val="00EF139D"/>
    <w:rsid w:val="00EF6C9A"/>
    <w:rsid w:val="00F01D4D"/>
    <w:rsid w:val="00F1598A"/>
    <w:rsid w:val="00F4257E"/>
    <w:rsid w:val="00F71902"/>
    <w:rsid w:val="00F81043"/>
    <w:rsid w:val="00FB3780"/>
    <w:rsid w:val="00FD48D8"/>
    <w:rsid w:val="00FE2850"/>
    <w:rsid w:val="00FF0185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36A6E"/>
  <w15:chartTrackingRefBased/>
  <w15:docId w15:val="{88D087CF-D8B6-4183-9666-4BAB317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361A"/>
    <w:rPr>
      <w:rFonts w:ascii="Spectral" w:hAnsi="Spectr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61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61A"/>
    <w:rPr>
      <w:rFonts w:ascii="Spectral" w:eastAsiaTheme="majorEastAsia" w:hAnsi="Spectral" w:cstheme="majorBidi"/>
      <w:b/>
      <w:color w:val="2F5496" w:themeColor="accent1" w:themeShade="BF"/>
      <w:sz w:val="36"/>
      <w:szCs w:val="32"/>
    </w:rPr>
  </w:style>
  <w:style w:type="paragraph" w:styleId="Pis">
    <w:name w:val="header"/>
    <w:basedOn w:val="Normaallaad"/>
    <w:link w:val="Pi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482722"/>
    <w:rPr>
      <w:rFonts w:ascii="Spectral" w:hAnsi="Spectral"/>
    </w:rPr>
  </w:style>
  <w:style w:type="paragraph" w:styleId="Jalus">
    <w:name w:val="footer"/>
    <w:basedOn w:val="Normaallaad"/>
    <w:link w:val="Jalu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482722"/>
    <w:rPr>
      <w:rFonts w:ascii="Spectral" w:hAnsi="Spectral"/>
    </w:rPr>
  </w:style>
  <w:style w:type="character" w:styleId="Hperlink">
    <w:name w:val="Hyperlink"/>
    <w:basedOn w:val="Liguvaikefont"/>
    <w:uiPriority w:val="99"/>
    <w:unhideWhenUsed/>
    <w:rsid w:val="00962798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4C9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4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utagu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k\AppData\Local\Microsoft\Windows\INetCache\Content.Outlook\CLIG9EG8\Alutaguse_vald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36574A5-FEF7-4584-910F-615DEB2B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Alutaguse_vald_C.dotx</Template>
  <TotalTime>12</TotalTime>
  <Pages>1</Pages>
  <Words>185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Kesküla</dc:creator>
  <cp:keywords/>
  <dc:description/>
  <cp:lastModifiedBy>Sirje Allikmaa</cp:lastModifiedBy>
  <cp:revision>9</cp:revision>
  <cp:lastPrinted>2023-01-23T07:10:00Z</cp:lastPrinted>
  <dcterms:created xsi:type="dcterms:W3CDTF">2025-03-27T08:28:00Z</dcterms:created>
  <dcterms:modified xsi:type="dcterms:W3CDTF">2025-03-27T08:39:00Z</dcterms:modified>
</cp:coreProperties>
</file>